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81" w:rsidRDefault="00265581" w:rsidP="0019657D">
      <w:pPr>
        <w:pStyle w:val="HeaderTitle"/>
        <w:rPr>
          <w:rFonts w:ascii="Verdana" w:hAnsi="Verdana"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8"/>
          <w:szCs w:val="28"/>
        </w:rPr>
        <w:t>Functional Skills Maths Set 1 Entry 3</w:t>
      </w:r>
      <w:r w:rsidRPr="00173D67"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t xml:space="preserve"> </w:t>
      </w:r>
      <w:r w:rsidRPr="00381551">
        <w:rPr>
          <w:rFonts w:ascii="Verdana" w:hAnsi="Verdana"/>
          <w:sz w:val="26"/>
          <w:szCs w:val="26"/>
        </w:rPr>
        <w:t>Sept 1</w:t>
      </w:r>
      <w:r>
        <w:rPr>
          <w:rFonts w:ascii="Verdana" w:hAnsi="Verdana"/>
          <w:sz w:val="26"/>
          <w:szCs w:val="26"/>
        </w:rPr>
        <w:t>6</w:t>
      </w:r>
      <w:r w:rsidRPr="00381551">
        <w:rPr>
          <w:rFonts w:ascii="Verdana" w:hAnsi="Verdana"/>
          <w:sz w:val="26"/>
          <w:szCs w:val="26"/>
        </w:rPr>
        <w:t xml:space="preserve"> – Aug 1</w:t>
      </w:r>
      <w:r>
        <w:rPr>
          <w:rFonts w:ascii="Verdana" w:hAnsi="Verdana"/>
          <w:sz w:val="26"/>
          <w:szCs w:val="26"/>
        </w:rPr>
        <w:t>7</w:t>
      </w:r>
      <w:r w:rsidRPr="00381551">
        <w:rPr>
          <w:rFonts w:ascii="Verdana" w:hAnsi="Verdana"/>
          <w:sz w:val="26"/>
          <w:szCs w:val="26"/>
        </w:rPr>
        <w:t xml:space="preserve"> </w:t>
      </w:r>
    </w:p>
    <w:p w:rsidR="0019657D" w:rsidRPr="00173D67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265581" w:rsidRPr="00173D67" w:rsidRDefault="00265581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Please c</w:t>
      </w:r>
      <w:r w:rsidR="00BE1E47" w:rsidRPr="00173D67">
        <w:rPr>
          <w:rFonts w:ascii="Verdana" w:hAnsi="Verdana"/>
          <w:sz w:val="20"/>
          <w:szCs w:val="20"/>
        </w:rPr>
        <w:t>om</w:t>
      </w:r>
      <w:r>
        <w:rPr>
          <w:rFonts w:ascii="Verdana" w:hAnsi="Verdana"/>
          <w:sz w:val="20"/>
          <w:szCs w:val="20"/>
        </w:rPr>
        <w:t xml:space="preserve">plete the following </w:t>
      </w:r>
      <w:r w:rsidR="00BE1E47" w:rsidRPr="00173D67">
        <w:rPr>
          <w:rFonts w:ascii="Verdana" w:hAnsi="Verdana"/>
          <w:sz w:val="20"/>
          <w:szCs w:val="20"/>
        </w:rPr>
        <w:t>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265581" w:rsidP="00BB4E2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 xml:space="preserve">Candidate </w:t>
            </w:r>
            <w:r w:rsidR="00AA18AE">
              <w:rPr>
                <w:rStyle w:val="bodyheaderChar"/>
                <w:rFonts w:ascii="Verdana" w:hAnsi="Verdana"/>
                <w:sz w:val="20"/>
                <w:szCs w:val="20"/>
              </w:rPr>
              <w:t>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265581" w:rsidRDefault="00265581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265581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The learner</w:t>
      </w:r>
      <w:r w:rsidR="004A0DEB">
        <w:rPr>
          <w:rFonts w:ascii="Verdana" w:hAnsi="Verdana"/>
          <w:color w:val="222222"/>
          <w:szCs w:val="20"/>
          <w:shd w:val="clear" w:color="auto" w:fill="FFFFFF"/>
        </w:rPr>
        <w:t> must complete all sections in the workbook at E</w:t>
      </w:r>
      <w:r w:rsidR="001111B0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134A43">
        <w:rPr>
          <w:rFonts w:ascii="Verdana" w:hAnsi="Verdana"/>
          <w:color w:val="222222"/>
          <w:szCs w:val="20"/>
          <w:shd w:val="clear" w:color="auto" w:fill="FFFFFF"/>
        </w:rPr>
        <w:t>3</w:t>
      </w:r>
      <w:r w:rsidR="0019657D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173D67" w:rsidTr="00FE5D5D">
        <w:tc>
          <w:tcPr>
            <w:tcW w:w="9576" w:type="dxa"/>
            <w:gridSpan w:val="4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B5045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B5045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31" w:type="dxa"/>
            <w:gridSpan w:val="2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7D27E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>
              <w:rPr>
                <w:rFonts w:ascii="Verdana" w:hAnsi="Verdana"/>
                <w:szCs w:val="20"/>
              </w:rPr>
              <w:t>ntry 3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>
              <w:rPr>
                <w:rFonts w:ascii="Verdana" w:hAnsi="Verdana"/>
                <w:szCs w:val="20"/>
              </w:rPr>
              <w:t>15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134A43">
              <w:rPr>
                <w:rFonts w:ascii="Verdana" w:hAnsi="Verdana"/>
                <w:szCs w:val="20"/>
              </w:rPr>
              <w:t>20</w:t>
            </w:r>
            <w:r w:rsidRPr="00173D67">
              <w:rPr>
                <w:rFonts w:ascii="Verdana" w:hAnsi="Verdana"/>
                <w:szCs w:val="20"/>
              </w:rPr>
              <w:t xml:space="preserve"> across the three </w:t>
            </w:r>
            <w:r w:rsidR="002E3089">
              <w:rPr>
                <w:rFonts w:ascii="Verdana" w:hAnsi="Verdana"/>
                <w:szCs w:val="20"/>
              </w:rPr>
              <w:t>sections</w:t>
            </w:r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265581" w:rsidRPr="00265581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265581" w:rsidRPr="00265581" w:rsidRDefault="00265581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265581">
              <w:rPr>
                <w:rFonts w:ascii="Verdana" w:hAnsi="Verdana"/>
                <w:b/>
                <w:szCs w:val="20"/>
              </w:rPr>
              <w:t xml:space="preserve">Please tick box if </w:t>
            </w:r>
            <w:r w:rsidR="004E6C12">
              <w:rPr>
                <w:rFonts w:ascii="Verdana" w:hAnsi="Verdana"/>
                <w:b/>
                <w:szCs w:val="20"/>
              </w:rPr>
              <w:t>the learner has achieved Entry 3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265581" w:rsidRPr="00265581" w:rsidRDefault="00265581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265581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265581">
              <w:rPr>
                <w:rFonts w:ascii="Verdana" w:hAnsi="Verdana"/>
                <w:szCs w:val="20"/>
              </w:rPr>
              <w:instrText xml:space="preserve"> FORMCHECKBOX </w:instrText>
            </w:r>
            <w:r w:rsidR="006C78ED">
              <w:rPr>
                <w:rFonts w:ascii="Verdana" w:hAnsi="Verdana"/>
                <w:szCs w:val="20"/>
              </w:rPr>
            </w:r>
            <w:r w:rsidR="006C78ED">
              <w:rPr>
                <w:rFonts w:ascii="Verdana" w:hAnsi="Verdana"/>
                <w:szCs w:val="20"/>
              </w:rPr>
              <w:fldChar w:fldCharType="separate"/>
            </w:r>
            <w:r w:rsidRPr="00265581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265581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265581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265581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265581" w:rsidRPr="00265581" w:rsidRDefault="00265581" w:rsidP="00265581">
            <w:pPr>
              <w:pStyle w:val="Bodytext0"/>
              <w:rPr>
                <w:rFonts w:ascii="Verdana" w:hAnsi="Verdana"/>
                <w:szCs w:val="20"/>
              </w:rPr>
            </w:pPr>
            <w:r w:rsidRPr="00265581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265581" w:rsidRDefault="00265581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265581">
              <w:rPr>
                <w:rFonts w:ascii="Verdana" w:hAnsi="Verdana"/>
                <w:szCs w:val="20"/>
              </w:rPr>
              <w:t>(</w:t>
            </w:r>
            <w:proofErr w:type="gramStart"/>
            <w:r w:rsidRPr="00265581">
              <w:rPr>
                <w:rFonts w:ascii="Verdana" w:hAnsi="Verdana"/>
                <w:szCs w:val="20"/>
              </w:rPr>
              <w:t>attach</w:t>
            </w:r>
            <w:proofErr w:type="gramEnd"/>
            <w:r w:rsidRPr="00265581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265581" w:rsidRDefault="00BE1E47" w:rsidP="00BE1E47">
      <w:pPr>
        <w:rPr>
          <w:szCs w:val="20"/>
        </w:rPr>
      </w:pPr>
    </w:p>
    <w:p w:rsidR="00BE1E47" w:rsidRPr="00265581" w:rsidRDefault="00BE1E47" w:rsidP="00BE1E47">
      <w:pPr>
        <w:rPr>
          <w:szCs w:val="20"/>
        </w:rPr>
      </w:pPr>
      <w:r w:rsidRPr="00265581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265581" w:rsidRDefault="00BE1E47" w:rsidP="00BE1E47">
      <w:pPr>
        <w:rPr>
          <w:szCs w:val="20"/>
        </w:rPr>
      </w:pPr>
    </w:p>
    <w:p w:rsidR="00BE1E47" w:rsidRPr="00265581" w:rsidRDefault="00547F7B" w:rsidP="00BE1E47">
      <w:pPr>
        <w:rPr>
          <w:szCs w:val="20"/>
        </w:rPr>
      </w:pPr>
      <w:r w:rsidRPr="00265581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092B69" wp14:editId="6FD36037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8B504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8B504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265581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1F0E9A" wp14:editId="117FDDB9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8B504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8B504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265581" w:rsidRDefault="00BE1E47" w:rsidP="00BE1E47">
      <w:pPr>
        <w:rPr>
          <w:szCs w:val="20"/>
        </w:rPr>
      </w:pPr>
    </w:p>
    <w:p w:rsidR="00BE1E47" w:rsidRPr="00265581" w:rsidRDefault="00BE1E47" w:rsidP="00BE1E47">
      <w:pPr>
        <w:rPr>
          <w:szCs w:val="20"/>
        </w:rPr>
      </w:pPr>
    </w:p>
    <w:p w:rsidR="00BE1E47" w:rsidRPr="00265581" w:rsidRDefault="00BE1E47" w:rsidP="00BE1E47">
      <w:pPr>
        <w:rPr>
          <w:szCs w:val="20"/>
        </w:rPr>
      </w:pPr>
    </w:p>
    <w:p w:rsidR="00BE1E47" w:rsidRPr="00265581" w:rsidRDefault="00BE1E47" w:rsidP="00BE1E47">
      <w:pPr>
        <w:rPr>
          <w:szCs w:val="20"/>
        </w:rPr>
      </w:pPr>
    </w:p>
    <w:p w:rsidR="00265581" w:rsidRPr="00265581" w:rsidRDefault="00265581" w:rsidP="00BE1E47">
      <w:pPr>
        <w:rPr>
          <w:szCs w:val="20"/>
        </w:rPr>
      </w:pPr>
    </w:p>
    <w:p w:rsidR="00BE1E47" w:rsidRPr="00265581" w:rsidRDefault="00547F7B" w:rsidP="00BE1E47">
      <w:pPr>
        <w:rPr>
          <w:szCs w:val="20"/>
        </w:rPr>
      </w:pPr>
      <w:r w:rsidRPr="00265581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C963" wp14:editId="025FCA3D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8B504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</w:t>
                      </w:r>
                      <w:r w:rsidRPr="004D4BA4">
                        <w:rPr>
                          <w:b/>
                          <w:szCs w:val="20"/>
                        </w:rPr>
                        <w:t>date</w:t>
                      </w:r>
                      <w:r w:rsidR="008B5045">
                        <w:rPr>
                          <w:b/>
                          <w:szCs w:val="20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265581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DE2F99" wp14:editId="79D4C537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8B504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  <w:r w:rsidR="008B504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265581">
        <w:rPr>
          <w:szCs w:val="20"/>
        </w:rPr>
        <w:t>I confirm that this is my own work</w:t>
      </w:r>
      <w:r w:rsidR="00AA18AE" w:rsidRPr="00265581">
        <w:rPr>
          <w:szCs w:val="20"/>
        </w:rPr>
        <w:t>.</w:t>
      </w:r>
    </w:p>
    <w:p w:rsidR="009652C8" w:rsidRPr="00265581" w:rsidRDefault="009652C8" w:rsidP="00BE1E47">
      <w:pPr>
        <w:rPr>
          <w:szCs w:val="20"/>
        </w:rPr>
      </w:pPr>
    </w:p>
    <w:p w:rsidR="00265581" w:rsidRPr="00265581" w:rsidRDefault="00265581" w:rsidP="00BE1E47">
      <w:pPr>
        <w:rPr>
          <w:szCs w:val="20"/>
        </w:rPr>
      </w:pPr>
    </w:p>
    <w:p w:rsidR="00265581" w:rsidRPr="00265581" w:rsidRDefault="00265581" w:rsidP="00BE1E47">
      <w:pPr>
        <w:rPr>
          <w:szCs w:val="20"/>
        </w:rPr>
      </w:pPr>
    </w:p>
    <w:p w:rsidR="00265581" w:rsidRPr="00265581" w:rsidRDefault="00265581" w:rsidP="00BE1E47">
      <w:pPr>
        <w:rPr>
          <w:szCs w:val="20"/>
        </w:rPr>
      </w:pPr>
    </w:p>
    <w:p w:rsidR="00265581" w:rsidRPr="00265581" w:rsidRDefault="00265581" w:rsidP="00BE1E47">
      <w:pPr>
        <w:rPr>
          <w:szCs w:val="20"/>
        </w:rPr>
      </w:pPr>
    </w:p>
    <w:p w:rsidR="00265581" w:rsidRPr="00265581" w:rsidRDefault="00265581" w:rsidP="00265581">
      <w:pPr>
        <w:tabs>
          <w:tab w:val="right" w:pos="9752"/>
        </w:tabs>
        <w:rPr>
          <w:szCs w:val="20"/>
        </w:rPr>
      </w:pPr>
    </w:p>
    <w:p w:rsidR="00265581" w:rsidRDefault="00265581" w:rsidP="00265581">
      <w:pPr>
        <w:tabs>
          <w:tab w:val="right" w:pos="9752"/>
        </w:tabs>
        <w:rPr>
          <w:szCs w:val="20"/>
        </w:rPr>
      </w:pPr>
      <w:r w:rsidRPr="00265581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9ECE81" wp14:editId="516530E9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581" w:rsidRDefault="00265581" w:rsidP="002655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265581" w:rsidRDefault="00265581" w:rsidP="00265581"/>
                  </w:txbxContent>
                </v:textbox>
              </v:shape>
            </w:pict>
          </mc:Fallback>
        </mc:AlternateContent>
      </w:r>
      <w:r w:rsidRPr="00265581">
        <w:rPr>
          <w:szCs w:val="20"/>
        </w:rPr>
        <w:t>Please tick if you are not happy for your work to be used by Pearson for training.</w:t>
      </w:r>
    </w:p>
    <w:p w:rsidR="00265581" w:rsidRPr="00173D67" w:rsidRDefault="00265581" w:rsidP="00BE1E47">
      <w:pPr>
        <w:rPr>
          <w:szCs w:val="20"/>
        </w:rPr>
      </w:pPr>
    </w:p>
    <w:sectPr w:rsidR="00265581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6F" w:rsidRDefault="00902A6F">
      <w:r>
        <w:separator/>
      </w:r>
    </w:p>
  </w:endnote>
  <w:endnote w:type="continuationSeparator" w:id="0">
    <w:p w:rsidR="00902A6F" w:rsidRDefault="0090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6F" w:rsidRDefault="00902A6F">
      <w:r>
        <w:separator/>
      </w:r>
    </w:p>
  </w:footnote>
  <w:footnote w:type="continuationSeparator" w:id="0">
    <w:p w:rsidR="00902A6F" w:rsidRDefault="00902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111B0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65581"/>
    <w:rsid w:val="002875DD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1551"/>
    <w:rsid w:val="003824FC"/>
    <w:rsid w:val="0038550A"/>
    <w:rsid w:val="00393A26"/>
    <w:rsid w:val="003A7887"/>
    <w:rsid w:val="003D01D1"/>
    <w:rsid w:val="003D6576"/>
    <w:rsid w:val="003E2F89"/>
    <w:rsid w:val="003F3960"/>
    <w:rsid w:val="00404925"/>
    <w:rsid w:val="00405ABB"/>
    <w:rsid w:val="004151DC"/>
    <w:rsid w:val="00430D88"/>
    <w:rsid w:val="00464A54"/>
    <w:rsid w:val="00473BC3"/>
    <w:rsid w:val="00480DB9"/>
    <w:rsid w:val="00482A2E"/>
    <w:rsid w:val="00485D0B"/>
    <w:rsid w:val="00493603"/>
    <w:rsid w:val="004A0DEB"/>
    <w:rsid w:val="004E1071"/>
    <w:rsid w:val="004E447B"/>
    <w:rsid w:val="004E5C86"/>
    <w:rsid w:val="004E6C12"/>
    <w:rsid w:val="00520E3E"/>
    <w:rsid w:val="00531E6B"/>
    <w:rsid w:val="00532402"/>
    <w:rsid w:val="005358F0"/>
    <w:rsid w:val="00535E5C"/>
    <w:rsid w:val="00542E54"/>
    <w:rsid w:val="00547F7B"/>
    <w:rsid w:val="00550F83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C78ED"/>
    <w:rsid w:val="006D5552"/>
    <w:rsid w:val="00702A2E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B48F2"/>
    <w:rsid w:val="007C4BAD"/>
    <w:rsid w:val="007D171E"/>
    <w:rsid w:val="007D27EC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B5045"/>
    <w:rsid w:val="008E200F"/>
    <w:rsid w:val="008E5201"/>
    <w:rsid w:val="008E6731"/>
    <w:rsid w:val="008E6843"/>
    <w:rsid w:val="00902A6F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A4C4C"/>
    <w:rsid w:val="009B1C8A"/>
    <w:rsid w:val="009B28B6"/>
    <w:rsid w:val="009B28F2"/>
    <w:rsid w:val="009B4F74"/>
    <w:rsid w:val="009D3C97"/>
    <w:rsid w:val="00A22888"/>
    <w:rsid w:val="00A33554"/>
    <w:rsid w:val="00A4233F"/>
    <w:rsid w:val="00A47D1F"/>
    <w:rsid w:val="00A52C42"/>
    <w:rsid w:val="00A63138"/>
    <w:rsid w:val="00A64C27"/>
    <w:rsid w:val="00A8132B"/>
    <w:rsid w:val="00AA18AE"/>
    <w:rsid w:val="00AC0377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03CE5"/>
    <w:rsid w:val="00F130F6"/>
    <w:rsid w:val="00F24047"/>
    <w:rsid w:val="00F27135"/>
    <w:rsid w:val="00F34EC3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0</TotalTime>
  <Pages>1</Pages>
  <Words>182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1110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2</cp:revision>
  <cp:lastPrinted>2010-10-27T10:19:00Z</cp:lastPrinted>
  <dcterms:created xsi:type="dcterms:W3CDTF">2016-08-17T13:55:00Z</dcterms:created>
  <dcterms:modified xsi:type="dcterms:W3CDTF">2016-08-17T13:55:00Z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